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226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3742"/>
        <w:gridCol w:w="3742"/>
        <w:gridCol w:w="3742"/>
      </w:tblGrid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  <w:tc>
          <w:tcPr>
            <w:tcW w:w="37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0" w:end="9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408" w:right="408" w:header="0" w:top="839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E-034.dot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2013-01-07T08:51:00Z</dcterms:created>
  <dc:creator>Maria</dc:creator>
  <dc:description/>
  <dc:language>en-US</dc:language>
  <cp:lastModifiedBy>Maria</cp:lastModifiedBy>
  <dcterms:modified xsi:type="dcterms:W3CDTF">2013-01-07T08:51:00Z</dcterms:modified>
  <cp:revision>1</cp:revision>
  <dc:subject/>
  <dc:title/>
</cp:coreProperties>
</file>